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262" w:rsidRPr="005F2750" w:rsidRDefault="00846433">
      <w:pPr>
        <w:rPr>
          <w:rFonts w:ascii="Arial Monospaced" w:hAnsi="Arial Monospaced"/>
          <w:sz w:val="28"/>
          <w:szCs w:val="28"/>
        </w:rPr>
      </w:pPr>
      <w:r w:rsidRPr="005F2750">
        <w:rPr>
          <w:rFonts w:ascii="Arial Monospaced" w:hAnsi="Arial Monospaced"/>
          <w:sz w:val="28"/>
          <w:szCs w:val="28"/>
        </w:rPr>
        <w:t xml:space="preserve">Karla Galbo and </w:t>
      </w:r>
    </w:p>
    <w:p w:rsidR="00846433" w:rsidRPr="005F2750" w:rsidRDefault="00846433">
      <w:pPr>
        <w:rPr>
          <w:rFonts w:ascii="Arial Monospaced" w:hAnsi="Arial Monospaced"/>
          <w:sz w:val="28"/>
          <w:szCs w:val="28"/>
        </w:rPr>
      </w:pPr>
      <w:r w:rsidRPr="005F2750">
        <w:rPr>
          <w:rFonts w:ascii="Arial Monospaced" w:hAnsi="Arial Monospaced"/>
          <w:sz w:val="28"/>
          <w:szCs w:val="28"/>
        </w:rPr>
        <w:t>Sabrina Patriciello     9/16/11</w:t>
      </w:r>
    </w:p>
    <w:p w:rsidR="00846433" w:rsidRPr="005F2750" w:rsidRDefault="00846433">
      <w:pPr>
        <w:rPr>
          <w:rFonts w:ascii="Arial Monospaced" w:hAnsi="Arial Monospaced"/>
          <w:sz w:val="28"/>
          <w:szCs w:val="28"/>
        </w:rPr>
      </w:pPr>
      <w:r w:rsidRPr="005F2750">
        <w:rPr>
          <w:rFonts w:ascii="Arial Monospaced" w:hAnsi="Arial Monospaced"/>
          <w:sz w:val="28"/>
          <w:szCs w:val="28"/>
        </w:rPr>
        <w:t>Humanities</w:t>
      </w:r>
      <w:r w:rsidRPr="005F2750">
        <w:rPr>
          <w:rFonts w:ascii="Arial Monospaced" w:hAnsi="Arial Monospaced"/>
          <w:sz w:val="28"/>
          <w:szCs w:val="28"/>
        </w:rPr>
        <w:tab/>
        <w:t xml:space="preserve">             6C</w:t>
      </w:r>
    </w:p>
    <w:p w:rsidR="005F2750" w:rsidRPr="005F2750" w:rsidRDefault="00775EE3">
      <w:pPr>
        <w:rPr>
          <w:rFonts w:ascii="Arial Monospaced" w:hAnsi="Arial Monospaced"/>
          <w:sz w:val="44"/>
          <w:szCs w:val="44"/>
        </w:rPr>
      </w:pPr>
      <w:r w:rsidRPr="005F2750">
        <w:rPr>
          <w:rFonts w:ascii="Arial Monospaced" w:hAnsi="Arial Monospaced"/>
          <w:sz w:val="44"/>
          <w:szCs w:val="44"/>
        </w:rPr>
        <w:t xml:space="preserve">How </w:t>
      </w:r>
      <w:r w:rsidR="005F2750" w:rsidRPr="005F2750">
        <w:rPr>
          <w:rFonts w:ascii="Arial Monospaced" w:hAnsi="Arial Monospaced"/>
          <w:sz w:val="44"/>
          <w:szCs w:val="44"/>
        </w:rPr>
        <w:t xml:space="preserve">to be </w:t>
      </w:r>
      <w:r w:rsidR="005F2750">
        <w:rPr>
          <w:rFonts w:ascii="Arial Monospaced" w:hAnsi="Arial Monospaced"/>
          <w:sz w:val="44"/>
          <w:szCs w:val="44"/>
        </w:rPr>
        <w:t>S</w:t>
      </w:r>
      <w:r w:rsidR="005F2750" w:rsidRPr="005F2750">
        <w:rPr>
          <w:rFonts w:ascii="Arial Monospaced" w:hAnsi="Arial Monospaced"/>
          <w:sz w:val="44"/>
          <w:szCs w:val="44"/>
        </w:rPr>
        <w:t>uccessful the</w:t>
      </w:r>
      <w:r w:rsidR="005F2750">
        <w:rPr>
          <w:rFonts w:ascii="Arial Monospaced" w:hAnsi="Arial Monospaced"/>
          <w:sz w:val="44"/>
          <w:szCs w:val="44"/>
        </w:rPr>
        <w:t xml:space="preserve"> Right W</w:t>
      </w:r>
      <w:r w:rsidR="005F2750" w:rsidRPr="005F2750">
        <w:rPr>
          <w:rFonts w:ascii="Arial Monospaced" w:hAnsi="Arial Monospaced"/>
          <w:sz w:val="44"/>
          <w:szCs w:val="44"/>
        </w:rPr>
        <w:t>ay</w:t>
      </w:r>
    </w:p>
    <w:p w:rsidR="00295219" w:rsidRPr="00A94C4C" w:rsidRDefault="00846433">
      <w:pPr>
        <w:rPr>
          <w:rFonts w:ascii="Arial Monospaced" w:hAnsi="Arial Monospaced"/>
          <w:sz w:val="24"/>
          <w:szCs w:val="24"/>
        </w:rPr>
      </w:pPr>
      <w:r w:rsidRPr="00846433">
        <w:rPr>
          <w:rFonts w:ascii="Arial Monospaced" w:hAnsi="Arial Monospaced"/>
          <w:sz w:val="48"/>
          <w:szCs w:val="48"/>
        </w:rPr>
        <w:tab/>
      </w:r>
      <w:r w:rsidR="00A94C4C">
        <w:rPr>
          <w:rFonts w:ascii="Arial Monospaced" w:hAnsi="Arial Monospaced"/>
          <w:sz w:val="24"/>
          <w:szCs w:val="24"/>
        </w:rPr>
        <w:t>Karla and I</w:t>
      </w:r>
      <w:r w:rsidRPr="00A94C4C">
        <w:rPr>
          <w:rFonts w:ascii="Arial Monospaced" w:hAnsi="Arial Monospaced"/>
          <w:sz w:val="24"/>
          <w:szCs w:val="24"/>
        </w:rPr>
        <w:t>, think success is very important. We hope to be very successful throughout our lives. We think being successful include money, a stable job, a loving family, food to eat and a sanitary house to live in. The</w:t>
      </w:r>
      <w:r w:rsidR="00295219" w:rsidRPr="00A94C4C">
        <w:rPr>
          <w:rFonts w:ascii="Arial Monospaced" w:hAnsi="Arial Monospaced"/>
          <w:sz w:val="24"/>
          <w:szCs w:val="24"/>
        </w:rPr>
        <w:t xml:space="preserve"> community should be safe, clean and crime free.</w:t>
      </w:r>
      <w:r w:rsidR="005F2750" w:rsidRPr="00A94C4C">
        <w:rPr>
          <w:rFonts w:ascii="Arial Monospaced" w:hAnsi="Arial Monospaced"/>
          <w:sz w:val="24"/>
          <w:szCs w:val="24"/>
        </w:rPr>
        <w:t xml:space="preserve"> Freedom, respect, and independence should recognized to!</w:t>
      </w:r>
    </w:p>
    <w:p w:rsidR="00846433" w:rsidRPr="00A94C4C" w:rsidRDefault="00FE4E86">
      <w:pPr>
        <w:rPr>
          <w:rFonts w:ascii="Arial Monospaced" w:hAnsi="Arial Monospaced"/>
          <w:sz w:val="24"/>
          <w:szCs w:val="24"/>
        </w:rPr>
      </w:pPr>
      <w:r w:rsidRPr="00A94C4C">
        <w:rPr>
          <w:rFonts w:ascii="Arial Monospaced" w:hAnsi="Arial Monospaced"/>
          <w:sz w:val="24"/>
          <w:szCs w:val="24"/>
        </w:rPr>
        <w:tab/>
        <w:t>To get along with life you need money. With money you need to pay your taxes and bills if you don’t you’ll get kicked out of your own hous</w:t>
      </w:r>
      <w:r w:rsidR="00A94C4C">
        <w:rPr>
          <w:rFonts w:ascii="Arial Monospaced" w:hAnsi="Arial Monospaced"/>
          <w:sz w:val="24"/>
          <w:szCs w:val="24"/>
        </w:rPr>
        <w:t>e. With money, you need to buy</w:t>
      </w:r>
      <w:r w:rsidRPr="00A94C4C">
        <w:rPr>
          <w:rFonts w:ascii="Arial Monospaced" w:hAnsi="Arial Monospaced"/>
          <w:sz w:val="24"/>
          <w:szCs w:val="24"/>
        </w:rPr>
        <w:t xml:space="preserve"> necessities. Which are food, toiletries, clothes, and the power and water bills. To get money, you need a </w:t>
      </w:r>
      <w:r w:rsidR="00D5160D" w:rsidRPr="00A94C4C">
        <w:rPr>
          <w:rFonts w:ascii="Arial Monospaced" w:hAnsi="Arial Monospaced"/>
          <w:sz w:val="24"/>
          <w:szCs w:val="24"/>
        </w:rPr>
        <w:t xml:space="preserve">hard working </w:t>
      </w:r>
      <w:r w:rsidRPr="00A94C4C">
        <w:rPr>
          <w:rFonts w:ascii="Arial Monospaced" w:hAnsi="Arial Monospaced"/>
          <w:sz w:val="24"/>
          <w:szCs w:val="24"/>
        </w:rPr>
        <w:t>job…</w:t>
      </w:r>
    </w:p>
    <w:p w:rsidR="00FE4E86" w:rsidRPr="00A94C4C" w:rsidRDefault="00FE4E86">
      <w:pPr>
        <w:rPr>
          <w:rFonts w:ascii="Arial Monospaced" w:hAnsi="Arial Monospaced"/>
          <w:sz w:val="24"/>
          <w:szCs w:val="24"/>
        </w:rPr>
      </w:pPr>
      <w:r w:rsidRPr="00A94C4C">
        <w:rPr>
          <w:rFonts w:ascii="Arial Monospaced" w:hAnsi="Arial Monospaced"/>
          <w:sz w:val="24"/>
          <w:szCs w:val="24"/>
        </w:rPr>
        <w:tab/>
        <w:t>What do you want to be when you grow up? Well when you grow up, you need a stable job. To get a good job, you need to complete collage. Good jobs are doctors, dentists, surgeon, chefs, and bank tellers. With</w:t>
      </w:r>
      <w:bookmarkStart w:id="0" w:name="_GoBack"/>
      <w:bookmarkEnd w:id="0"/>
      <w:r w:rsidRPr="00A94C4C">
        <w:rPr>
          <w:rFonts w:ascii="Arial Monospaced" w:hAnsi="Arial Monospaced"/>
          <w:sz w:val="24"/>
          <w:szCs w:val="24"/>
        </w:rPr>
        <w:t xml:space="preserve"> these jobs you will get money</w:t>
      </w:r>
      <w:r w:rsidR="00CA56CC">
        <w:rPr>
          <w:rFonts w:ascii="Arial Monospaced" w:hAnsi="Arial Monospaced"/>
          <w:sz w:val="24"/>
          <w:szCs w:val="24"/>
        </w:rPr>
        <w:t>, even without them</w:t>
      </w:r>
      <w:r w:rsidR="00A94C4C">
        <w:rPr>
          <w:rFonts w:ascii="Arial Monospaced" w:hAnsi="Arial Monospaced"/>
          <w:sz w:val="24"/>
          <w:szCs w:val="24"/>
        </w:rPr>
        <w:t xml:space="preserve"> if you’re a hard worker</w:t>
      </w:r>
      <w:r w:rsidRPr="00A94C4C">
        <w:rPr>
          <w:rFonts w:ascii="Arial Monospaced" w:hAnsi="Arial Monospaced"/>
          <w:sz w:val="24"/>
          <w:szCs w:val="24"/>
        </w:rPr>
        <w:t>. When you get enough money, you can support a loving family…</w:t>
      </w:r>
    </w:p>
    <w:p w:rsidR="00FE4E86" w:rsidRPr="00A94C4C" w:rsidRDefault="00FE4E86">
      <w:pPr>
        <w:rPr>
          <w:rFonts w:ascii="Arial Monospaced" w:hAnsi="Arial Monospaced"/>
          <w:sz w:val="24"/>
          <w:szCs w:val="24"/>
        </w:rPr>
      </w:pPr>
      <w:r w:rsidRPr="00A94C4C">
        <w:rPr>
          <w:rFonts w:ascii="Arial Monospaced" w:hAnsi="Arial Monospaced"/>
          <w:sz w:val="24"/>
          <w:szCs w:val="24"/>
        </w:rPr>
        <w:tab/>
      </w:r>
      <w:r w:rsidR="00EC3831" w:rsidRPr="00A94C4C">
        <w:rPr>
          <w:rFonts w:ascii="Arial Monospaced" w:hAnsi="Arial Monospaced"/>
          <w:sz w:val="24"/>
          <w:szCs w:val="24"/>
        </w:rPr>
        <w:t xml:space="preserve">You probably have a loving family now. </w:t>
      </w:r>
      <w:r w:rsidR="005F2750" w:rsidRPr="00A94C4C">
        <w:rPr>
          <w:rFonts w:ascii="Arial Monospaced" w:hAnsi="Arial Monospaced"/>
          <w:sz w:val="24"/>
          <w:szCs w:val="24"/>
        </w:rPr>
        <w:t>W</w:t>
      </w:r>
      <w:r w:rsidR="00EC3831" w:rsidRPr="00A94C4C">
        <w:rPr>
          <w:rFonts w:ascii="Arial Monospaced" w:hAnsi="Arial Monospaced"/>
          <w:sz w:val="24"/>
          <w:szCs w:val="24"/>
        </w:rPr>
        <w:t>hat about when you’re older? You need a family to love you all throughout your life. You support your family and they’ll support you. In tough times your family will always be there for you. You’re family needs to eat right…</w:t>
      </w:r>
    </w:p>
    <w:p w:rsidR="00EC3831" w:rsidRPr="00A94C4C" w:rsidRDefault="00EC3831">
      <w:pPr>
        <w:rPr>
          <w:rFonts w:ascii="Arial Monospaced" w:hAnsi="Arial Monospaced"/>
          <w:sz w:val="24"/>
          <w:szCs w:val="24"/>
        </w:rPr>
      </w:pPr>
      <w:r w:rsidRPr="00A94C4C">
        <w:rPr>
          <w:rFonts w:ascii="Arial Monospaced" w:hAnsi="Arial Monospaced"/>
          <w:sz w:val="24"/>
          <w:szCs w:val="24"/>
        </w:rPr>
        <w:tab/>
        <w:t>To keep you’re family up and running, you need to fuel up with nutrients aka food. Don’t feed your family junk though like candy, milkshakes, ice cream, chocolate and more. Give them lots of healthy food like vegetables and fruits. If you feed them healthy foods they’ll live a long and happy life. They can live a long life and have/build a sanitary house…</w:t>
      </w:r>
    </w:p>
    <w:p w:rsidR="00EC3831" w:rsidRPr="00A94C4C" w:rsidRDefault="00EC3831">
      <w:pPr>
        <w:rPr>
          <w:rFonts w:ascii="Arial Monospaced" w:hAnsi="Arial Monospaced"/>
          <w:sz w:val="24"/>
          <w:szCs w:val="24"/>
        </w:rPr>
      </w:pPr>
      <w:r w:rsidRPr="00A94C4C">
        <w:rPr>
          <w:rFonts w:ascii="Arial Monospaced" w:hAnsi="Arial Monospaced"/>
          <w:sz w:val="24"/>
          <w:szCs w:val="24"/>
        </w:rPr>
        <w:lastRenderedPageBreak/>
        <w:tab/>
        <w:t>Rappers and dust isn’t the stuff that should cover your floors. Living in a sanitary house is better for your family. With dust in your house your children’s allergies will start to form. Clean surfaces will keep your family happy.</w:t>
      </w:r>
      <w:r w:rsidR="00295219" w:rsidRPr="00A94C4C">
        <w:rPr>
          <w:rFonts w:ascii="Arial Monospaced" w:hAnsi="Arial Monospaced"/>
          <w:sz w:val="24"/>
          <w:szCs w:val="24"/>
        </w:rPr>
        <w:t xml:space="preserve"> Clean houses are obviously more appealing then filthy ones. To have a good house, you need a good community…</w:t>
      </w:r>
    </w:p>
    <w:p w:rsidR="00295219" w:rsidRPr="00A94C4C" w:rsidRDefault="00295219">
      <w:pPr>
        <w:rPr>
          <w:rFonts w:ascii="Arial Monospaced" w:hAnsi="Arial Monospaced"/>
          <w:sz w:val="24"/>
          <w:szCs w:val="24"/>
        </w:rPr>
      </w:pPr>
      <w:r w:rsidRPr="00A94C4C">
        <w:rPr>
          <w:rFonts w:ascii="Arial Monospaced" w:hAnsi="Arial Monospaced"/>
          <w:sz w:val="24"/>
          <w:szCs w:val="24"/>
        </w:rPr>
        <w:tab/>
        <w:t>A good community is clean. It has no litter or pollution. No crime is important too. Your community should be crime free. A crime free community is safe for a family. A safe/clean community is most important. A dirty community is unhealthy. Sadly our lessons, on being successful, are coming to an end…</w:t>
      </w:r>
    </w:p>
    <w:p w:rsidR="005F2750" w:rsidRPr="00A94C4C" w:rsidRDefault="005F2750">
      <w:pPr>
        <w:rPr>
          <w:rFonts w:ascii="Arial Monospaced" w:hAnsi="Arial Monospaced"/>
          <w:sz w:val="24"/>
          <w:szCs w:val="24"/>
          <w:u w:val="single"/>
        </w:rPr>
      </w:pPr>
      <w:r w:rsidRPr="00A94C4C">
        <w:rPr>
          <w:rFonts w:ascii="Arial Monospaced" w:hAnsi="Arial Monospaced"/>
          <w:sz w:val="24"/>
          <w:szCs w:val="24"/>
        </w:rPr>
        <w:tab/>
        <w:t xml:space="preserve">Freedom, respect, and independence are </w:t>
      </w:r>
      <w:r w:rsidR="00A94C4C" w:rsidRPr="00A94C4C">
        <w:rPr>
          <w:rFonts w:ascii="Arial Monospaced" w:hAnsi="Arial Monospaced"/>
          <w:sz w:val="24"/>
          <w:szCs w:val="24"/>
        </w:rPr>
        <w:t>rarely recognized</w:t>
      </w:r>
      <w:r w:rsidRPr="00A94C4C">
        <w:rPr>
          <w:rFonts w:ascii="Arial Monospaced" w:hAnsi="Arial Monospaced"/>
          <w:sz w:val="24"/>
          <w:szCs w:val="24"/>
        </w:rPr>
        <w:t xml:space="preserve">. People who deserve to be respected and independent don’t receive it. Freedom is a human rule. Everybody understands it, but </w:t>
      </w:r>
      <w:r w:rsidRPr="00A94C4C">
        <w:rPr>
          <w:rFonts w:ascii="Arial Monospaced" w:hAnsi="Arial Monospaced"/>
          <w:sz w:val="24"/>
          <w:szCs w:val="24"/>
          <w:u w:val="single"/>
        </w:rPr>
        <w:t>d</w:t>
      </w:r>
      <w:r w:rsidR="00A94C4C">
        <w:rPr>
          <w:rFonts w:ascii="Arial Monospaced" w:hAnsi="Arial Monospaced"/>
          <w:sz w:val="24"/>
          <w:szCs w:val="24"/>
          <w:u w:val="single"/>
        </w:rPr>
        <w:t xml:space="preserve">oes </w:t>
      </w:r>
      <w:r w:rsidR="00A94C4C" w:rsidRPr="00A94C4C">
        <w:rPr>
          <w:rFonts w:ascii="Arial Monospaced" w:hAnsi="Arial Monospaced"/>
          <w:sz w:val="24"/>
          <w:szCs w:val="24"/>
          <w:u w:val="single"/>
        </w:rPr>
        <w:t>not</w:t>
      </w:r>
      <w:r w:rsidR="00A94C4C">
        <w:rPr>
          <w:rFonts w:ascii="Arial Monospaced" w:hAnsi="Arial Monospaced"/>
          <w:sz w:val="24"/>
          <w:szCs w:val="24"/>
        </w:rPr>
        <w:t xml:space="preserve"> </w:t>
      </w:r>
      <w:r w:rsidRPr="00A94C4C">
        <w:rPr>
          <w:rFonts w:ascii="Arial Monospaced" w:hAnsi="Arial Monospaced"/>
          <w:sz w:val="24"/>
          <w:szCs w:val="24"/>
        </w:rPr>
        <w:t>follow it</w:t>
      </w:r>
      <w:r w:rsidR="00D236BD" w:rsidRPr="00A94C4C">
        <w:rPr>
          <w:rFonts w:ascii="Arial Monospaced" w:hAnsi="Arial Monospaced"/>
          <w:sz w:val="24"/>
          <w:szCs w:val="24"/>
        </w:rPr>
        <w:t>. Lots of people deserve it though.</w:t>
      </w:r>
    </w:p>
    <w:p w:rsidR="005F2750" w:rsidRPr="00A94C4C" w:rsidRDefault="005F2750">
      <w:pPr>
        <w:rPr>
          <w:rFonts w:ascii="Arial Monospaced" w:hAnsi="Arial Monospaced"/>
          <w:sz w:val="24"/>
          <w:szCs w:val="24"/>
        </w:rPr>
      </w:pPr>
    </w:p>
    <w:p w:rsidR="00295219" w:rsidRPr="00A94C4C" w:rsidRDefault="00295219">
      <w:pPr>
        <w:rPr>
          <w:rFonts w:ascii="Arial Monospaced" w:hAnsi="Arial Monospaced"/>
          <w:sz w:val="24"/>
          <w:szCs w:val="24"/>
        </w:rPr>
      </w:pPr>
      <w:r w:rsidRPr="00A94C4C">
        <w:rPr>
          <w:rFonts w:ascii="Arial Monospaced" w:hAnsi="Arial Monospaced"/>
          <w:sz w:val="24"/>
          <w:szCs w:val="24"/>
        </w:rPr>
        <w:tab/>
        <w:t>Being successful is very important! You will live a happy life being successful. Even if yo</w:t>
      </w:r>
      <w:r w:rsidR="00D236BD" w:rsidRPr="00A94C4C">
        <w:rPr>
          <w:rFonts w:ascii="Arial Monospaced" w:hAnsi="Arial Monospaced"/>
          <w:sz w:val="24"/>
          <w:szCs w:val="24"/>
        </w:rPr>
        <w:t xml:space="preserve">u don’t have a great job, </w:t>
      </w:r>
      <w:r w:rsidRPr="00A94C4C">
        <w:rPr>
          <w:rFonts w:ascii="Arial Monospaced" w:hAnsi="Arial Monospaced"/>
          <w:sz w:val="24"/>
          <w:szCs w:val="24"/>
        </w:rPr>
        <w:t xml:space="preserve">you can live a great life. Follow these </w:t>
      </w:r>
      <w:r w:rsidR="00D5160D" w:rsidRPr="00A94C4C">
        <w:rPr>
          <w:rFonts w:ascii="Arial Monospaced" w:hAnsi="Arial Monospaced"/>
          <w:sz w:val="24"/>
          <w:szCs w:val="24"/>
        </w:rPr>
        <w:t>steps</w:t>
      </w:r>
      <w:r w:rsidRPr="00A94C4C">
        <w:rPr>
          <w:rFonts w:ascii="Arial Monospaced" w:hAnsi="Arial Monospaced"/>
          <w:sz w:val="24"/>
          <w:szCs w:val="24"/>
        </w:rPr>
        <w:t xml:space="preserve"> and we guarantee you will be happy and successful! </w:t>
      </w:r>
    </w:p>
    <w:p w:rsidR="00295219" w:rsidRPr="00A94C4C" w:rsidRDefault="00295219">
      <w:pPr>
        <w:rPr>
          <w:rFonts w:ascii="Arial Monospaced" w:hAnsi="Arial Monospaced"/>
          <w:sz w:val="24"/>
          <w:szCs w:val="24"/>
        </w:rPr>
      </w:pPr>
      <w:r w:rsidRPr="00A94C4C">
        <w:rPr>
          <w:rFonts w:ascii="Arial Monospaced" w:hAnsi="Arial Monospaced"/>
          <w:sz w:val="24"/>
          <w:szCs w:val="24"/>
        </w:rPr>
        <w:tab/>
        <w:t xml:space="preserve">  </w:t>
      </w:r>
    </w:p>
    <w:p w:rsidR="00EC3831" w:rsidRPr="00A94C4C" w:rsidRDefault="00EC3831">
      <w:pPr>
        <w:rPr>
          <w:rFonts w:ascii="Arial Monospaced" w:hAnsi="Arial Monospaced"/>
          <w:sz w:val="24"/>
          <w:szCs w:val="24"/>
        </w:rPr>
      </w:pPr>
      <w:r w:rsidRPr="00A94C4C">
        <w:rPr>
          <w:rFonts w:ascii="Arial Monospaced" w:hAnsi="Arial Monospaced"/>
          <w:sz w:val="24"/>
          <w:szCs w:val="24"/>
        </w:rPr>
        <w:tab/>
      </w:r>
    </w:p>
    <w:p w:rsidR="00846433" w:rsidRPr="00A94C4C" w:rsidRDefault="00846433">
      <w:pPr>
        <w:rPr>
          <w:rFonts w:ascii="IMPORT" w:hAnsi="IMPORT"/>
          <w:sz w:val="24"/>
          <w:szCs w:val="24"/>
        </w:rPr>
      </w:pPr>
    </w:p>
    <w:p w:rsidR="00846433" w:rsidRPr="00A94C4C" w:rsidRDefault="00846433">
      <w:pPr>
        <w:rPr>
          <w:rFonts w:ascii="IMPORT" w:hAnsi="IMPORT"/>
          <w:sz w:val="24"/>
          <w:szCs w:val="24"/>
        </w:rPr>
      </w:pPr>
      <w:r w:rsidRPr="00A94C4C">
        <w:rPr>
          <w:rFonts w:ascii="IMPORT" w:hAnsi="IMPORT"/>
          <w:sz w:val="24"/>
          <w:szCs w:val="24"/>
        </w:rPr>
        <w:tab/>
      </w:r>
    </w:p>
    <w:p w:rsidR="00846433" w:rsidRPr="00A94C4C" w:rsidRDefault="00846433">
      <w:pPr>
        <w:rPr>
          <w:rFonts w:ascii="IMPORT" w:hAnsi="IMPORT"/>
          <w:sz w:val="24"/>
          <w:szCs w:val="24"/>
        </w:rPr>
      </w:pPr>
    </w:p>
    <w:p w:rsidR="00846433" w:rsidRPr="00A94C4C" w:rsidRDefault="00846433">
      <w:pPr>
        <w:rPr>
          <w:rFonts w:ascii="IMPORT" w:hAnsi="IMPORT"/>
          <w:sz w:val="24"/>
          <w:szCs w:val="24"/>
        </w:rPr>
      </w:pPr>
    </w:p>
    <w:sectPr w:rsidR="00846433" w:rsidRPr="00A94C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Monospaced">
    <w:panose1 w:val="020B0609020202030204"/>
    <w:charset w:val="00"/>
    <w:family w:val="modern"/>
    <w:pitch w:val="fixed"/>
    <w:sig w:usb0="00000003" w:usb1="00000000" w:usb2="00000000" w:usb3="00000000" w:csb0="00000001" w:csb1="00000000"/>
  </w:font>
  <w:font w:name="IMPORT">
    <w:panose1 w:val="000004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433"/>
    <w:rsid w:val="00295219"/>
    <w:rsid w:val="00297262"/>
    <w:rsid w:val="005F2750"/>
    <w:rsid w:val="00775EE3"/>
    <w:rsid w:val="00846433"/>
    <w:rsid w:val="00A94C4C"/>
    <w:rsid w:val="00B8256B"/>
    <w:rsid w:val="00CA56CC"/>
    <w:rsid w:val="00D236BD"/>
    <w:rsid w:val="00D5160D"/>
    <w:rsid w:val="00EC3831"/>
    <w:rsid w:val="00FE4E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BE3D7B98.dotm</Template>
  <TotalTime>3</TotalTime>
  <Pages>2</Pages>
  <Words>419</Words>
  <Characters>2390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2804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Lakeland CSD</dc:creator>
  <cp:keywords/>
  <dc:description/>
  <cp:lastModifiedBy>Lakeland CSD</cp:lastModifiedBy>
  <cp:revision>4</cp:revision>
  <dcterms:created xsi:type="dcterms:W3CDTF">2011-09-19T18:25:00Z</dcterms:created>
  <dcterms:modified xsi:type="dcterms:W3CDTF">2011-09-19T18:29:00Z</dcterms:modified>
</cp:coreProperties>
</file>